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0D4" w:rsidRDefault="009B00D4" w:rsidP="00ED628D">
      <w:pPr>
        <w:rPr>
          <w:sz w:val="28"/>
          <w:szCs w:val="28"/>
        </w:rPr>
      </w:pPr>
    </w:p>
    <w:p w:rsidR="009B00D4" w:rsidRDefault="009B00D4" w:rsidP="00ED628D">
      <w:pPr>
        <w:rPr>
          <w:sz w:val="28"/>
          <w:szCs w:val="28"/>
        </w:rPr>
      </w:pPr>
    </w:p>
    <w:p w:rsidR="009B00D4" w:rsidRDefault="009B00D4" w:rsidP="00ED628D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КЛИНИЧЕСКАЯ ФАРМАКОЛОГИЯ                  </w:t>
      </w:r>
      <w:r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 xml:space="preserve">  ВАРИАНТ          20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 xml:space="preserve"> </w:t>
      </w:r>
    </w:p>
    <w:p w:rsidR="009B00D4" w:rsidRPr="00B93E72" w:rsidRDefault="009B00D4" w:rsidP="00ED628D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Промежуточно</w:t>
      </w:r>
      <w:r w:rsidRPr="00B93E72">
        <w:rPr>
          <w:b/>
          <w:bCs/>
          <w:color w:val="000000"/>
          <w:sz w:val="28"/>
          <w:szCs w:val="28"/>
        </w:rPr>
        <w:t>е тестирование</w:t>
      </w:r>
    </w:p>
    <w:p w:rsidR="009B00D4" w:rsidRPr="00ED628D" w:rsidRDefault="009B00D4" w:rsidP="00ED628D">
      <w:pPr>
        <w:rPr>
          <w:sz w:val="28"/>
          <w:szCs w:val="28"/>
          <w:lang w:val="en-US"/>
        </w:rPr>
      </w:pPr>
    </w:p>
    <w:p w:rsidR="009B00D4" w:rsidRDefault="009B00D4" w:rsidP="00ED628D">
      <w:pPr>
        <w:rPr>
          <w:sz w:val="28"/>
          <w:szCs w:val="28"/>
        </w:rPr>
      </w:pPr>
    </w:p>
    <w:tbl>
      <w:tblPr>
        <w:tblW w:w="8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Pr="00007BDE" w:rsidRDefault="009B00D4" w:rsidP="007B7422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</w:tcPr>
          <w:p w:rsidR="009B00D4" w:rsidRDefault="009B00D4">
            <w:r w:rsidRPr="009A06C8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Default="009B00D4" w:rsidP="007B742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</w:tcPr>
          <w:p w:rsidR="009B00D4" w:rsidRDefault="009B00D4">
            <w:r w:rsidRPr="009A06C8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</w:tcPr>
          <w:p w:rsidR="009B00D4" w:rsidRDefault="009B00D4">
            <w:r w:rsidRPr="00DB0EA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Default="009B00D4">
            <w:r w:rsidRPr="006A29B6"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</w:tcPr>
          <w:p w:rsidR="009B00D4" w:rsidRDefault="009B00D4">
            <w:r w:rsidRPr="00C1400A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</w:tcPr>
          <w:p w:rsidR="009B00D4" w:rsidRDefault="009B00D4">
            <w:r w:rsidRPr="00DB0EA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</w:tcPr>
          <w:p w:rsidR="009B00D4" w:rsidRDefault="009B00D4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Default="009B00D4">
            <w:r w:rsidRPr="006A29B6"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</w:tcPr>
          <w:p w:rsidR="009B00D4" w:rsidRDefault="009B00D4">
            <w:r w:rsidRPr="00C1400A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</w:tcPr>
          <w:p w:rsidR="009B00D4" w:rsidRDefault="009B00D4">
            <w:r w:rsidRPr="00DB0EA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</w:tcPr>
          <w:p w:rsidR="009B00D4" w:rsidRDefault="009B00D4">
            <w:r w:rsidRPr="00B46B18">
              <w:rPr>
                <w:sz w:val="32"/>
                <w:szCs w:val="32"/>
                <w:lang w:val="en-US"/>
              </w:rPr>
              <w:t>1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Pr="00007BDE" w:rsidRDefault="009B00D4" w:rsidP="007B7422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</w:tcPr>
          <w:p w:rsidR="009B00D4" w:rsidRDefault="009B00D4">
            <w:r w:rsidRPr="00DB0EA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</w:tcPr>
          <w:p w:rsidR="009B00D4" w:rsidRDefault="009B00D4">
            <w:r w:rsidRPr="00B46B18">
              <w:rPr>
                <w:sz w:val="32"/>
                <w:szCs w:val="32"/>
                <w:lang w:val="en-US"/>
              </w:rPr>
              <w:t>1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Pr="00007BDE" w:rsidRDefault="009B00D4" w:rsidP="007B7422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</w:tcPr>
          <w:p w:rsidR="009B00D4" w:rsidRDefault="009B00D4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Default="009B00D4" w:rsidP="007B742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</w:tcPr>
          <w:p w:rsidR="009B00D4" w:rsidRDefault="009B00D4">
            <w:r w:rsidRPr="00F610B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</w:tcPr>
          <w:p w:rsidR="009B00D4" w:rsidRPr="00007BDE" w:rsidRDefault="009B00D4" w:rsidP="009349C6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Default="009B00D4" w:rsidP="007B742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</w:tcPr>
          <w:p w:rsidR="009B00D4" w:rsidRDefault="009B00D4">
            <w:r w:rsidRPr="00F610B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</w:tcPr>
          <w:p w:rsidR="009B00D4" w:rsidRDefault="009B00D4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Default="009B00D4">
            <w:r w:rsidRPr="00364E4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</w:tcPr>
          <w:p w:rsidR="009B00D4" w:rsidRDefault="009B00D4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Default="009B00D4">
            <w:r w:rsidRPr="00364E4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</w:tcPr>
          <w:p w:rsidR="009B00D4" w:rsidRDefault="009B00D4">
            <w:r w:rsidRPr="00597EC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Default="009B00D4">
            <w:r w:rsidRPr="00364E4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</w:tcPr>
          <w:p w:rsidR="009B00D4" w:rsidRDefault="009B00D4">
            <w:r w:rsidRPr="00597EC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</w:tcPr>
          <w:p w:rsidR="009B00D4" w:rsidRDefault="009B00D4">
            <w:r w:rsidRPr="0072308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</w:tcPr>
          <w:p w:rsidR="009B00D4" w:rsidRDefault="009B00D4">
            <w:r w:rsidRPr="00597EC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</w:tcPr>
          <w:p w:rsidR="009B00D4" w:rsidRDefault="009B00D4">
            <w:r w:rsidRPr="0072308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Default="009B00D4">
            <w:r w:rsidRPr="006D5C4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</w:tcPr>
          <w:p w:rsidR="009B00D4" w:rsidRDefault="009B00D4">
            <w:r w:rsidRPr="00597EC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</w:tcPr>
          <w:p w:rsidR="009B00D4" w:rsidRDefault="009B00D4">
            <w:r w:rsidRPr="008A0829">
              <w:rPr>
                <w:sz w:val="32"/>
                <w:szCs w:val="32"/>
                <w:lang w:val="en-US"/>
              </w:rPr>
              <w:t>1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Default="009B00D4">
            <w:r w:rsidRPr="006D5C4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</w:tcPr>
          <w:p w:rsidR="009B00D4" w:rsidRDefault="009B00D4">
            <w:r w:rsidRPr="00597EC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</w:tcPr>
          <w:p w:rsidR="009B00D4" w:rsidRDefault="009B00D4">
            <w:r w:rsidRPr="008A0829">
              <w:rPr>
                <w:sz w:val="32"/>
                <w:szCs w:val="32"/>
                <w:lang w:val="en-US"/>
              </w:rPr>
              <w:t>1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Default="009B00D4">
            <w:r w:rsidRPr="006D5C4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</w:tcPr>
          <w:p w:rsidR="009B00D4" w:rsidRDefault="009B00D4">
            <w:r w:rsidRPr="00597EC5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</w:tcPr>
          <w:p w:rsidR="009B00D4" w:rsidRDefault="009B00D4">
            <w:r w:rsidRPr="008A0829">
              <w:rPr>
                <w:sz w:val="32"/>
                <w:szCs w:val="32"/>
                <w:lang w:val="en-US"/>
              </w:rPr>
              <w:t>1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Default="009B00D4">
            <w:r w:rsidRPr="006D5C4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</w:tcPr>
          <w:p w:rsidR="009B00D4" w:rsidRPr="00007BDE" w:rsidRDefault="009B00D4" w:rsidP="00F67031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</w:tcPr>
          <w:p w:rsidR="009B00D4" w:rsidRDefault="009B00D4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</w:tcPr>
          <w:p w:rsidR="009B00D4" w:rsidRPr="00007BDE" w:rsidRDefault="009B00D4" w:rsidP="00F67031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</w:tcPr>
          <w:p w:rsidR="009B00D4" w:rsidRDefault="009B00D4">
            <w:r w:rsidRPr="00062B1C">
              <w:rPr>
                <w:sz w:val="32"/>
                <w:szCs w:val="32"/>
                <w:lang w:val="en-US"/>
              </w:rPr>
              <w:t>2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Default="009B00D4">
            <w:r w:rsidRPr="00055374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</w:tcPr>
          <w:p w:rsidR="009B00D4" w:rsidRPr="00007BDE" w:rsidRDefault="009B00D4" w:rsidP="00F67031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</w:tcPr>
          <w:p w:rsidR="009B00D4" w:rsidRDefault="009B00D4">
            <w:r w:rsidRPr="00062B1C">
              <w:rPr>
                <w:sz w:val="32"/>
                <w:szCs w:val="32"/>
                <w:lang w:val="en-US"/>
              </w:rPr>
              <w:t>2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Default="009B00D4">
            <w:r w:rsidRPr="00055374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</w:tcPr>
          <w:p w:rsidR="009B00D4" w:rsidRDefault="009B00D4" w:rsidP="00F670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</w:tcPr>
          <w:p w:rsidR="009B00D4" w:rsidRPr="00007BDE" w:rsidRDefault="009B00D4" w:rsidP="009349C6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</w:tcPr>
          <w:p w:rsidR="009B00D4" w:rsidRDefault="009B00D4">
            <w:r w:rsidRPr="005F0C8B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</w:tcPr>
          <w:p w:rsidR="009B00D4" w:rsidRDefault="009B00D4">
            <w:r w:rsidRPr="001D6EA4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Default="009B00D4">
            <w:r w:rsidRPr="00E67615"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</w:tcPr>
          <w:p w:rsidR="009B00D4" w:rsidRDefault="009B00D4">
            <w:r w:rsidRPr="005F0C8B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</w:tcPr>
          <w:p w:rsidR="009B00D4" w:rsidRDefault="009B00D4">
            <w:r w:rsidRPr="001D6EA4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Default="009B00D4">
            <w:r w:rsidRPr="00E67615"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</w:tcPr>
          <w:p w:rsidR="009B00D4" w:rsidRDefault="009B00D4" w:rsidP="00F670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</w:tcPr>
          <w:p w:rsidR="009B00D4" w:rsidRDefault="009B00D4">
            <w:r w:rsidRPr="00C920C6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</w:tcPr>
          <w:p w:rsidR="009B00D4" w:rsidRDefault="009B00D4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</w:tcPr>
          <w:p w:rsidR="009B00D4" w:rsidRPr="00007BDE" w:rsidRDefault="009B00D4" w:rsidP="00F67031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</w:tcPr>
          <w:p w:rsidR="009B00D4" w:rsidRDefault="009B00D4">
            <w:r w:rsidRPr="00C920C6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</w:tcPr>
          <w:p w:rsidR="009B00D4" w:rsidRDefault="009B00D4">
            <w:r w:rsidRPr="0041367D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</w:tcPr>
          <w:p w:rsidR="009B00D4" w:rsidRDefault="009B00D4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</w:tcPr>
          <w:p w:rsidR="009B00D4" w:rsidRDefault="009B00D4">
            <w:r w:rsidRPr="003B7AFF">
              <w:rPr>
                <w:sz w:val="32"/>
                <w:szCs w:val="32"/>
                <w:lang w:val="en-US"/>
              </w:rPr>
              <w:t>2</w:t>
            </w:r>
          </w:p>
        </w:tc>
      </w:tr>
      <w:tr w:rsidR="009B00D4" w:rsidTr="00616EA9">
        <w:tc>
          <w:tcPr>
            <w:tcW w:w="964" w:type="dxa"/>
          </w:tcPr>
          <w:p w:rsidR="009B00D4" w:rsidRDefault="009B00D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9B00D4" w:rsidRPr="00007BDE" w:rsidRDefault="009B00D4" w:rsidP="008615B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</w:tcPr>
          <w:p w:rsidR="009B00D4" w:rsidRDefault="009B00D4">
            <w:r w:rsidRPr="0041367D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74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</w:tcPr>
          <w:p w:rsidR="009B00D4" w:rsidRDefault="009B00D4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9B00D4" w:rsidRDefault="009B00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</w:tcPr>
          <w:p w:rsidR="009B00D4" w:rsidRDefault="009B00D4">
            <w:r w:rsidRPr="003B7AFF">
              <w:rPr>
                <w:sz w:val="32"/>
                <w:szCs w:val="32"/>
                <w:lang w:val="en-US"/>
              </w:rPr>
              <w:t>2</w:t>
            </w:r>
          </w:p>
        </w:tc>
      </w:tr>
    </w:tbl>
    <w:p w:rsidR="009B00D4" w:rsidRDefault="009B00D4" w:rsidP="00ED628D">
      <w:pPr>
        <w:rPr>
          <w:sz w:val="28"/>
          <w:szCs w:val="28"/>
        </w:rPr>
      </w:pPr>
    </w:p>
    <w:p w:rsidR="009B00D4" w:rsidRDefault="009B00D4"/>
    <w:sectPr w:rsidR="009B00D4" w:rsidSect="0079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28D"/>
    <w:rsid w:val="00007BDE"/>
    <w:rsid w:val="00055374"/>
    <w:rsid w:val="00062B1C"/>
    <w:rsid w:val="001D6EA4"/>
    <w:rsid w:val="00364E46"/>
    <w:rsid w:val="003B7AFF"/>
    <w:rsid w:val="003D0948"/>
    <w:rsid w:val="003F5C2D"/>
    <w:rsid w:val="0041367D"/>
    <w:rsid w:val="004E26A1"/>
    <w:rsid w:val="00526453"/>
    <w:rsid w:val="00597EC5"/>
    <w:rsid w:val="005E04D0"/>
    <w:rsid w:val="005F0C8B"/>
    <w:rsid w:val="00616EA9"/>
    <w:rsid w:val="006A29B6"/>
    <w:rsid w:val="006D1CC7"/>
    <w:rsid w:val="006D5C46"/>
    <w:rsid w:val="00723086"/>
    <w:rsid w:val="0077130F"/>
    <w:rsid w:val="00780A8A"/>
    <w:rsid w:val="0079780F"/>
    <w:rsid w:val="007A07D8"/>
    <w:rsid w:val="007B7422"/>
    <w:rsid w:val="007C48DC"/>
    <w:rsid w:val="008615B4"/>
    <w:rsid w:val="008A0829"/>
    <w:rsid w:val="008D6DE5"/>
    <w:rsid w:val="009349C6"/>
    <w:rsid w:val="00940FFD"/>
    <w:rsid w:val="009A06C8"/>
    <w:rsid w:val="009B00D4"/>
    <w:rsid w:val="00A30D9F"/>
    <w:rsid w:val="00A52D72"/>
    <w:rsid w:val="00AA21E9"/>
    <w:rsid w:val="00AB59AF"/>
    <w:rsid w:val="00B46B18"/>
    <w:rsid w:val="00B93E72"/>
    <w:rsid w:val="00BF6E30"/>
    <w:rsid w:val="00C1400A"/>
    <w:rsid w:val="00C61156"/>
    <w:rsid w:val="00C920C6"/>
    <w:rsid w:val="00D124E2"/>
    <w:rsid w:val="00D406BB"/>
    <w:rsid w:val="00DB0EA5"/>
    <w:rsid w:val="00E67615"/>
    <w:rsid w:val="00EC676A"/>
    <w:rsid w:val="00ED628D"/>
    <w:rsid w:val="00F610B6"/>
    <w:rsid w:val="00F67031"/>
    <w:rsid w:val="00FB754B"/>
    <w:rsid w:val="00FD7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28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6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97</Words>
  <Characters>555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Admin</cp:lastModifiedBy>
  <cp:revision>5</cp:revision>
  <dcterms:created xsi:type="dcterms:W3CDTF">2012-06-25T03:40:00Z</dcterms:created>
  <dcterms:modified xsi:type="dcterms:W3CDTF">2013-05-16T17:59:00Z</dcterms:modified>
</cp:coreProperties>
</file>